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36E" w:rsidRDefault="00CB3809" w:rsidP="00CB3809">
      <w:pPr>
        <w:jc w:val="center"/>
        <w:rPr>
          <w:b/>
          <w:u w:val="single"/>
        </w:rPr>
      </w:pPr>
      <w:r>
        <w:rPr>
          <w:b/>
          <w:u w:val="single"/>
        </w:rPr>
        <w:t>Garden to table Week 10 Term 2</w:t>
      </w:r>
      <w:r w:rsidR="00F14B80">
        <w:rPr>
          <w:b/>
          <w:u w:val="single"/>
        </w:rPr>
        <w:t xml:space="preserve">   7.7.11</w:t>
      </w:r>
    </w:p>
    <w:p w:rsidR="00CB3809" w:rsidRDefault="00CB3809" w:rsidP="00CB3809">
      <w:r>
        <w:t>WALT: Reflect on my learning from garden to table.</w:t>
      </w:r>
    </w:p>
    <w:p w:rsidR="00CB3809" w:rsidRPr="00CB3809" w:rsidRDefault="00CB3809" w:rsidP="00CB3809">
      <w:r>
        <w:t xml:space="preserve">Today at garden to table we had a man come in to talk to us about fungi. His name was Peter Buchanan and he was there because we had some wood ear fungi in our own gully. We had spring rolls which had some of the fungi in it. We also had Jam drops which I made and we had a parsley soup. I also made the dressing for the Vietnamese spring rolls. The gardener’s planted </w:t>
      </w:r>
      <w:r w:rsidR="00F14B80">
        <w:t xml:space="preserve">spring onion and found some fungi. Today I learnt that there is a bright blue mushroom called the something pink gill and underneath was bright pink. I saw a $50 note that had a type of bird on it and the mushroom I told you about. The bird’s neck was bright blue and apparently the </w:t>
      </w:r>
      <w:proofErr w:type="gramStart"/>
      <w:r w:rsidR="00F14B80">
        <w:t>birds</w:t>
      </w:r>
      <w:proofErr w:type="gramEnd"/>
      <w:r w:rsidR="00F14B80">
        <w:t xml:space="preserve"> neck became blue because it had bent over, touched the mushroom and its neck became bright blue. I also learn that is the only note in the world to have a mushroom on it. I also learnt the Maori used some fungi to tattoo people. The Chinese used the fungi for medicine.</w:t>
      </w:r>
      <w:bookmarkStart w:id="0" w:name="_GoBack"/>
      <w:bookmarkEnd w:id="0"/>
      <w:r w:rsidR="00F14B80">
        <w:t xml:space="preserve">   </w:t>
      </w:r>
    </w:p>
    <w:sectPr w:rsidR="00CB3809" w:rsidRPr="00CB38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809"/>
    <w:rsid w:val="0068454E"/>
    <w:rsid w:val="00CB3809"/>
    <w:rsid w:val="00EA6501"/>
    <w:rsid w:val="00F14B8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6FFF8187</Template>
  <TotalTime>19</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2011-07-07T01:27:00Z</dcterms:created>
  <dcterms:modified xsi:type="dcterms:W3CDTF">2011-07-07T01:46:00Z</dcterms:modified>
</cp:coreProperties>
</file>